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8C3E78" w14:textId="77777777" w:rsidR="002F55A1" w:rsidRPr="004B46C9" w:rsidRDefault="002F55A1">
      <w:pPr>
        <w:tabs>
          <w:tab w:val="left" w:pos="5535"/>
        </w:tabs>
        <w:rPr>
          <w:sz w:val="2"/>
          <w:lang w:val="et-EE"/>
        </w:rPr>
        <w:sectPr w:rsidR="002F55A1" w:rsidRPr="004B46C9" w:rsidSect="002D1FDD">
          <w:headerReference w:type="even" r:id="rId11"/>
          <w:headerReference w:type="default" r:id="rId12"/>
          <w:footerReference w:type="default" r:id="rId13"/>
          <w:headerReference w:type="first" r:id="rId14"/>
          <w:type w:val="continuous"/>
          <w:pgSz w:w="11907" w:h="16840" w:code="9"/>
          <w:pgMar w:top="2665" w:right="1134" w:bottom="1701" w:left="1134" w:header="720" w:footer="170" w:gutter="0"/>
          <w:cols w:space="720"/>
          <w:formProt w:val="0"/>
        </w:sectPr>
      </w:pPr>
    </w:p>
    <w:p w14:paraId="0C456494" w14:textId="77777777" w:rsidR="002F55A1" w:rsidRPr="004B46C9" w:rsidRDefault="002F55A1" w:rsidP="00BE50F7">
      <w:pPr>
        <w:tabs>
          <w:tab w:val="left" w:pos="5535"/>
        </w:tabs>
        <w:rPr>
          <w:sz w:val="6"/>
          <w:lang w:val="et-EE"/>
        </w:rPr>
      </w:pPr>
      <w:r w:rsidRPr="004B46C9">
        <w:rPr>
          <w:sz w:val="14"/>
          <w:lang w:val="et-EE"/>
        </w:rPr>
        <w:tab/>
      </w:r>
    </w:p>
    <w:p w14:paraId="5D303EAE" w14:textId="77777777" w:rsidR="00960DA1" w:rsidRPr="004B46C9" w:rsidRDefault="00960DA1" w:rsidP="00960DA1">
      <w:pPr>
        <w:framePr w:w="4075" w:h="1291" w:hSpace="142" w:wrap="around" w:vAnchor="page" w:hAnchor="page" w:x="7370" w:y="2983" w:anchorLock="1"/>
        <w:tabs>
          <w:tab w:val="left" w:pos="709"/>
          <w:tab w:val="left" w:pos="1134"/>
          <w:tab w:val="left" w:pos="1418"/>
          <w:tab w:val="left" w:pos="2552"/>
          <w:tab w:val="left" w:pos="3402"/>
          <w:tab w:val="left" w:pos="5529"/>
          <w:tab w:val="left" w:pos="7938"/>
        </w:tabs>
        <w:rPr>
          <w:sz w:val="16"/>
          <w:lang w:val="et-EE"/>
        </w:rPr>
      </w:pPr>
      <w:bookmarkStart w:id="4" w:name="Textfeld"/>
    </w:p>
    <w:p w14:paraId="1EE18CE7" w14:textId="2E3FE6AD" w:rsidR="00960DA1" w:rsidRPr="004B46C9" w:rsidRDefault="00960DA1" w:rsidP="00960DA1">
      <w:pPr>
        <w:framePr w:w="4075" w:h="1291" w:hSpace="142" w:wrap="around" w:vAnchor="page" w:hAnchor="page" w:x="7370" w:y="2983" w:anchorLock="1"/>
        <w:tabs>
          <w:tab w:val="left" w:pos="709"/>
          <w:tab w:val="left" w:pos="1134"/>
          <w:tab w:val="left" w:pos="1418"/>
          <w:tab w:val="left" w:pos="2552"/>
          <w:tab w:val="left" w:pos="3402"/>
          <w:tab w:val="left" w:pos="5529"/>
          <w:tab w:val="left" w:pos="7938"/>
        </w:tabs>
        <w:ind w:left="142"/>
        <w:rPr>
          <w:sz w:val="16"/>
          <w:szCs w:val="16"/>
          <w:lang w:val="et-EE"/>
        </w:rPr>
      </w:pPr>
    </w:p>
    <w:p w14:paraId="4DE73EC7" w14:textId="5D11CA5C" w:rsidR="00960DA1" w:rsidRPr="004B46C9" w:rsidRDefault="00960DA1" w:rsidP="00960DA1">
      <w:pPr>
        <w:framePr w:w="4075" w:h="1291" w:hSpace="142" w:wrap="around" w:vAnchor="page" w:hAnchor="page" w:x="7370" w:y="2983" w:anchorLock="1"/>
        <w:tabs>
          <w:tab w:val="left" w:pos="709"/>
          <w:tab w:val="left" w:pos="1134"/>
          <w:tab w:val="left" w:pos="1418"/>
          <w:tab w:val="left" w:pos="2552"/>
          <w:tab w:val="left" w:pos="3402"/>
          <w:tab w:val="left" w:pos="5529"/>
          <w:tab w:val="left" w:pos="7938"/>
        </w:tabs>
        <w:ind w:left="142"/>
        <w:rPr>
          <w:sz w:val="16"/>
          <w:lang w:val="et-EE"/>
        </w:rPr>
      </w:pPr>
      <w:r w:rsidRPr="004B46C9">
        <w:rPr>
          <w:sz w:val="16"/>
          <w:szCs w:val="16"/>
          <w:lang w:val="et-EE"/>
        </w:rPr>
        <w:t>Meie</w:t>
      </w:r>
      <w:r w:rsidRPr="004B46C9">
        <w:rPr>
          <w:sz w:val="16"/>
          <w:szCs w:val="16"/>
          <w:lang w:val="et-EE"/>
        </w:rPr>
        <w:tab/>
      </w:r>
      <w:r w:rsidR="0061076A">
        <w:rPr>
          <w:sz w:val="16"/>
          <w:szCs w:val="16"/>
          <w:lang w:val="et-EE"/>
        </w:rPr>
        <w:t>16.12</w:t>
      </w:r>
      <w:r w:rsidR="00324FE1">
        <w:rPr>
          <w:sz w:val="16"/>
          <w:szCs w:val="16"/>
          <w:lang w:val="et-EE"/>
        </w:rPr>
        <w:t>.2025</w:t>
      </w:r>
      <w:r w:rsidRPr="004B46C9">
        <w:rPr>
          <w:sz w:val="16"/>
          <w:szCs w:val="16"/>
          <w:lang w:val="et-EE"/>
        </w:rPr>
        <w:t xml:space="preserve"> </w:t>
      </w:r>
      <w:r w:rsidR="00324FE1">
        <w:rPr>
          <w:sz w:val="16"/>
          <w:szCs w:val="16"/>
          <w:lang w:val="et-EE"/>
        </w:rPr>
        <w:t xml:space="preserve">nr </w:t>
      </w:r>
      <w:r w:rsidR="00A15AF8">
        <w:rPr>
          <w:sz w:val="16"/>
          <w:szCs w:val="16"/>
          <w:lang w:val="et-EE"/>
        </w:rPr>
        <w:t>1-</w:t>
      </w:r>
      <w:r w:rsidR="00B87F8F">
        <w:rPr>
          <w:sz w:val="16"/>
          <w:szCs w:val="16"/>
          <w:lang w:val="et-EE"/>
        </w:rPr>
        <w:t>539</w:t>
      </w:r>
    </w:p>
    <w:p w14:paraId="3B602F5C" w14:textId="77777777" w:rsidR="002F55A1" w:rsidRPr="004B46C9" w:rsidRDefault="002F55A1">
      <w:pPr>
        <w:pStyle w:val="Standard1"/>
        <w:rPr>
          <w:sz w:val="2"/>
          <w:lang w:val="et-EE"/>
        </w:rPr>
      </w:pPr>
      <w:r w:rsidRPr="004B46C9">
        <w:rPr>
          <w:color w:val="FFFFFF"/>
          <w:sz w:val="2"/>
          <w:lang w:val="et-EE"/>
        </w:rPr>
        <w:fldChar w:fldCharType="begin">
          <w:ffData>
            <w:name w:val="Strasse"/>
            <w:enabled w:val="0"/>
            <w:calcOnExit/>
            <w:textInput/>
          </w:ffData>
        </w:fldChar>
      </w:r>
      <w:bookmarkStart w:id="5" w:name="Strasse"/>
      <w:r w:rsidRPr="004B46C9">
        <w:rPr>
          <w:color w:val="FFFFFF"/>
          <w:sz w:val="2"/>
          <w:lang w:val="et-EE"/>
        </w:rPr>
        <w:instrText xml:space="preserve"> FORMTEXT </w:instrText>
      </w:r>
      <w:r w:rsidRPr="004B46C9">
        <w:rPr>
          <w:color w:val="FFFFFF"/>
          <w:sz w:val="2"/>
          <w:lang w:val="et-EE"/>
        </w:rPr>
      </w:r>
      <w:r w:rsidRPr="004B46C9">
        <w:rPr>
          <w:color w:val="FFFFFF"/>
          <w:sz w:val="2"/>
          <w:lang w:val="et-EE"/>
        </w:rPr>
        <w:fldChar w:fldCharType="separate"/>
      </w:r>
      <w:r w:rsidR="003114BF" w:rsidRPr="004B46C9">
        <w:rPr>
          <w:color w:val="FFFFFF"/>
          <w:sz w:val="2"/>
          <w:lang w:val="et-EE"/>
        </w:rPr>
        <w:t>Vesse 10</w:t>
      </w:r>
      <w:r w:rsidRPr="004B46C9">
        <w:rPr>
          <w:color w:val="FFFFFF"/>
          <w:sz w:val="2"/>
          <w:lang w:val="et-EE"/>
        </w:rPr>
        <w:fldChar w:fldCharType="end"/>
      </w:r>
      <w:bookmarkEnd w:id="5"/>
      <w:r w:rsidRPr="004B46C9">
        <w:rPr>
          <w:color w:val="FFFFFF"/>
          <w:sz w:val="2"/>
          <w:lang w:val="et-EE"/>
        </w:rPr>
        <w:fldChar w:fldCharType="begin">
          <w:ffData>
            <w:name w:val="Ort"/>
            <w:enabled w:val="0"/>
            <w:calcOnExit/>
            <w:textInput/>
          </w:ffData>
        </w:fldChar>
      </w:r>
      <w:bookmarkStart w:id="6" w:name="Ort"/>
      <w:r w:rsidRPr="004B46C9">
        <w:rPr>
          <w:color w:val="FFFFFF"/>
          <w:sz w:val="2"/>
          <w:lang w:val="et-EE"/>
        </w:rPr>
        <w:instrText xml:space="preserve"> FORMTEXT </w:instrText>
      </w:r>
      <w:r w:rsidRPr="004B46C9">
        <w:rPr>
          <w:color w:val="FFFFFF"/>
          <w:sz w:val="2"/>
          <w:lang w:val="et-EE"/>
        </w:rPr>
      </w:r>
      <w:r w:rsidRPr="004B46C9">
        <w:rPr>
          <w:color w:val="FFFFFF"/>
          <w:sz w:val="2"/>
          <w:lang w:val="et-EE"/>
        </w:rPr>
        <w:fldChar w:fldCharType="separate"/>
      </w:r>
      <w:r w:rsidR="003114BF" w:rsidRPr="004B46C9">
        <w:rPr>
          <w:color w:val="FFFFFF"/>
          <w:sz w:val="2"/>
          <w:lang w:val="et-EE"/>
        </w:rPr>
        <w:t>11415 Tallinn</w:t>
      </w:r>
      <w:r w:rsidRPr="004B46C9">
        <w:rPr>
          <w:color w:val="FFFFFF"/>
          <w:sz w:val="2"/>
          <w:lang w:val="et-EE"/>
        </w:rPr>
        <w:fldChar w:fldCharType="end"/>
      </w:r>
      <w:bookmarkEnd w:id="6"/>
      <w:r w:rsidRPr="004B46C9">
        <w:rPr>
          <w:color w:val="FFFFFF"/>
          <w:sz w:val="2"/>
          <w:lang w:val="et-EE"/>
        </w:rPr>
        <w:fldChar w:fldCharType="begin">
          <w:ffData>
            <w:name w:val="Niederlassung"/>
            <w:enabled w:val="0"/>
            <w:calcOnExit/>
            <w:textInput/>
          </w:ffData>
        </w:fldChar>
      </w:r>
      <w:bookmarkStart w:id="7" w:name="Niederlassung"/>
      <w:r w:rsidRPr="004B46C9">
        <w:rPr>
          <w:color w:val="FFFFFF"/>
          <w:sz w:val="2"/>
          <w:lang w:val="et-EE"/>
        </w:rPr>
        <w:instrText xml:space="preserve"> FORMTEXT </w:instrText>
      </w:r>
      <w:r w:rsidRPr="004B46C9">
        <w:rPr>
          <w:color w:val="FFFFFF"/>
          <w:sz w:val="2"/>
          <w:lang w:val="et-EE"/>
        </w:rPr>
      </w:r>
      <w:r w:rsidRPr="004B46C9">
        <w:rPr>
          <w:color w:val="FFFFFF"/>
          <w:sz w:val="2"/>
          <w:lang w:val="et-EE"/>
        </w:rPr>
        <w:fldChar w:fldCharType="separate"/>
      </w:r>
      <w:r w:rsidR="00E15DA8" w:rsidRPr="004B46C9">
        <w:rPr>
          <w:noProof/>
          <w:color w:val="FFFFFF"/>
          <w:sz w:val="2"/>
          <w:lang w:val="et-EE"/>
        </w:rPr>
        <w:t>BAUUNTERNEHMUNG</w:t>
      </w:r>
      <w:r w:rsidRPr="004B46C9">
        <w:rPr>
          <w:color w:val="FFFFFF"/>
          <w:sz w:val="2"/>
          <w:lang w:val="et-EE"/>
        </w:rPr>
        <w:fldChar w:fldCharType="end"/>
      </w:r>
      <w:bookmarkEnd w:id="7"/>
    </w:p>
    <w:p w14:paraId="7405B8CE" w14:textId="77777777" w:rsidR="002F55A1" w:rsidRPr="004B46C9" w:rsidRDefault="002F55A1">
      <w:pPr>
        <w:pStyle w:val="Flietext"/>
        <w:rPr>
          <w:lang w:val="et-EE"/>
        </w:rPr>
        <w:sectPr w:rsidR="002F55A1" w:rsidRPr="004B46C9">
          <w:type w:val="continuous"/>
          <w:pgSz w:w="11907" w:h="16840" w:code="9"/>
          <w:pgMar w:top="2778" w:right="1134" w:bottom="2268" w:left="1134" w:header="720" w:footer="170" w:gutter="0"/>
          <w:cols w:space="720"/>
        </w:sectPr>
      </w:pPr>
    </w:p>
    <w:bookmarkEnd w:id="4"/>
    <w:p w14:paraId="1A8FB59E" w14:textId="77777777" w:rsidR="002F55A1" w:rsidRPr="004B46C9" w:rsidRDefault="00F42E50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sz w:val="2"/>
          <w:lang w:val="et-EE"/>
        </w:rPr>
      </w:pPr>
      <w:r w:rsidRPr="004B46C9">
        <w:rPr>
          <w:sz w:val="2"/>
          <w:lang w:val="et-EE"/>
        </w:rPr>
        <w:tab/>
      </w:r>
      <w:r w:rsidR="008E398E" w:rsidRPr="004B46C9">
        <w:rPr>
          <w:sz w:val="2"/>
          <w:lang w:val="et-EE"/>
        </w:rPr>
        <w:tab/>
      </w:r>
    </w:p>
    <w:p w14:paraId="16372EC4" w14:textId="77777777" w:rsidR="00106D67" w:rsidRPr="004B46C9" w:rsidRDefault="00106D67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sz w:val="2"/>
          <w:lang w:val="et-EE"/>
        </w:rPr>
      </w:pPr>
    </w:p>
    <w:p w14:paraId="5E09C9CD" w14:textId="77777777" w:rsidR="008E398E" w:rsidRPr="004B46C9" w:rsidRDefault="008E398E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sz w:val="2"/>
          <w:lang w:val="et-EE"/>
        </w:rPr>
      </w:pPr>
    </w:p>
    <w:p w14:paraId="388FAAF2" w14:textId="77777777" w:rsidR="008E398E" w:rsidRPr="004B46C9" w:rsidRDefault="008E398E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sz w:val="2"/>
          <w:lang w:val="et-EE"/>
        </w:rPr>
      </w:pPr>
    </w:p>
    <w:p w14:paraId="7A9DC7D9" w14:textId="77777777" w:rsidR="008E398E" w:rsidRPr="004B46C9" w:rsidRDefault="008E398E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sz w:val="2"/>
          <w:lang w:val="et-EE"/>
        </w:rPr>
      </w:pPr>
    </w:p>
    <w:p w14:paraId="1208CA0B" w14:textId="77777777" w:rsidR="008E398E" w:rsidRPr="004B46C9" w:rsidRDefault="008E398E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sz w:val="2"/>
          <w:lang w:val="et-EE"/>
        </w:rPr>
      </w:pPr>
    </w:p>
    <w:p w14:paraId="763BC55C" w14:textId="77777777" w:rsidR="008E398E" w:rsidRPr="004B46C9" w:rsidRDefault="008E398E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sz w:val="2"/>
          <w:lang w:val="et-EE"/>
        </w:rPr>
      </w:pPr>
    </w:p>
    <w:p w14:paraId="6E0F518E" w14:textId="77777777" w:rsidR="008E398E" w:rsidRPr="004B46C9" w:rsidRDefault="008E398E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sz w:val="2"/>
          <w:lang w:val="et-EE"/>
        </w:rPr>
      </w:pPr>
    </w:p>
    <w:p w14:paraId="5CB8AD98" w14:textId="77777777" w:rsidR="00617520" w:rsidRPr="004B46C9" w:rsidRDefault="00617520" w:rsidP="00BE50F7">
      <w:pPr>
        <w:framePr w:w="4455" w:h="1681" w:hSpace="142" w:wrap="around" w:vAnchor="text" w:hAnchor="page" w:x="1139" w:y="-141" w:anchorLock="1"/>
        <w:rPr>
          <w:lang w:val="et-EE"/>
        </w:rPr>
      </w:pPr>
    </w:p>
    <w:p w14:paraId="51C6985C" w14:textId="77777777" w:rsidR="00A15AF8" w:rsidRPr="009E1DE2" w:rsidRDefault="00A15AF8" w:rsidP="00A15AF8">
      <w:pPr>
        <w:framePr w:w="4455" w:h="1681" w:hSpace="142" w:wrap="around" w:vAnchor="text" w:hAnchor="page" w:x="1139" w:y="-141" w:anchorLock="1"/>
        <w:rPr>
          <w:lang w:val="et-EE"/>
        </w:rPr>
      </w:pPr>
      <w:r>
        <w:rPr>
          <w:lang w:val="et-EE"/>
        </w:rPr>
        <w:t>Harju Maakohus</w:t>
      </w:r>
    </w:p>
    <w:p w14:paraId="4ACFD50B" w14:textId="77777777" w:rsidR="00A15AF8" w:rsidRPr="0006561F" w:rsidRDefault="00A15AF8" w:rsidP="00A15AF8">
      <w:pPr>
        <w:framePr w:w="4455" w:h="1681" w:hSpace="142" w:wrap="around" w:vAnchor="text" w:hAnchor="page" w:x="1139" w:y="-141" w:anchorLock="1"/>
        <w:rPr>
          <w:lang w:val="et-EE"/>
        </w:rPr>
      </w:pPr>
      <w:r>
        <w:rPr>
          <w:noProof/>
          <w:lang w:val="et-EE"/>
        </w:rPr>
        <w:t>Lubja 4</w:t>
      </w:r>
    </w:p>
    <w:p w14:paraId="222CD5BF" w14:textId="19C37BAC" w:rsidR="00A15AF8" w:rsidRPr="00F014C6" w:rsidRDefault="00A15AF8" w:rsidP="00A15AF8">
      <w:pPr>
        <w:framePr w:w="4455" w:h="1681" w:hSpace="142" w:wrap="around" w:vAnchor="text" w:hAnchor="page" w:x="1139" w:y="-141" w:anchorLock="1"/>
        <w:rPr>
          <w:lang w:val="et-EE"/>
        </w:rPr>
      </w:pPr>
      <w:r>
        <w:rPr>
          <w:noProof/>
          <w:lang w:val="et-EE"/>
        </w:rPr>
        <w:t>19081</w:t>
      </w:r>
      <w:r w:rsidRPr="00F014C6">
        <w:rPr>
          <w:lang w:val="et-EE"/>
        </w:rPr>
        <w:t xml:space="preserve"> </w:t>
      </w:r>
      <w:r w:rsidRPr="00F014C6">
        <w:rPr>
          <w:noProof/>
          <w:lang w:val="et-EE"/>
        </w:rPr>
        <w:t>Tallinn</w:t>
      </w:r>
    </w:p>
    <w:p w14:paraId="1918BA78" w14:textId="77777777" w:rsidR="00C02A55" w:rsidRPr="004B46C9" w:rsidRDefault="00C02A55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lang w:val="et-EE"/>
        </w:rPr>
      </w:pPr>
    </w:p>
    <w:p w14:paraId="64B64C3B" w14:textId="77777777" w:rsidR="00C02A55" w:rsidRPr="004B46C9" w:rsidRDefault="00C02A55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lang w:val="et-EE"/>
        </w:rPr>
      </w:pPr>
    </w:p>
    <w:p w14:paraId="40976DF1" w14:textId="77777777" w:rsidR="00C02A55" w:rsidRPr="004B46C9" w:rsidRDefault="00C02A55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lang w:val="et-EE"/>
        </w:rPr>
      </w:pPr>
    </w:p>
    <w:p w14:paraId="0C618FB8" w14:textId="77777777" w:rsidR="00C02A55" w:rsidRPr="004B46C9" w:rsidRDefault="00C02A55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lang w:val="et-EE"/>
        </w:rPr>
      </w:pPr>
    </w:p>
    <w:p w14:paraId="15D33F2B" w14:textId="77777777" w:rsidR="00C02A55" w:rsidRPr="004B46C9" w:rsidRDefault="00C02A55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lang w:val="et-EE"/>
        </w:rPr>
      </w:pPr>
    </w:p>
    <w:p w14:paraId="642B065F" w14:textId="77777777" w:rsidR="00C02A55" w:rsidRPr="004B46C9" w:rsidRDefault="00C02A55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lang w:val="et-EE"/>
        </w:rPr>
      </w:pPr>
    </w:p>
    <w:p w14:paraId="3261A7EA" w14:textId="77777777" w:rsidR="00DC7215" w:rsidRDefault="00DC7215" w:rsidP="00DC7215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lang w:val="et-EE"/>
        </w:rPr>
      </w:pPr>
    </w:p>
    <w:p w14:paraId="2AE42E8C" w14:textId="77777777" w:rsidR="000D7FA5" w:rsidRPr="000D7FA5" w:rsidRDefault="000D7FA5" w:rsidP="000D7FA5">
      <w:pPr>
        <w:tabs>
          <w:tab w:val="left" w:pos="5535"/>
        </w:tabs>
        <w:rPr>
          <w:lang w:val="et-EE"/>
        </w:rPr>
      </w:pPr>
    </w:p>
    <w:p w14:paraId="0EDA7E43" w14:textId="77777777" w:rsidR="000D7FA5" w:rsidRPr="000D7FA5" w:rsidRDefault="000D7FA5" w:rsidP="000D7FA5">
      <w:pPr>
        <w:tabs>
          <w:tab w:val="left" w:pos="5535"/>
        </w:tabs>
        <w:rPr>
          <w:b/>
          <w:bCs/>
          <w:lang w:val="et-EE"/>
        </w:rPr>
      </w:pPr>
      <w:r w:rsidRPr="000D7FA5">
        <w:rPr>
          <w:b/>
          <w:bCs/>
          <w:lang w:val="et-EE"/>
        </w:rPr>
        <w:t>Tõendi tellimine</w:t>
      </w:r>
    </w:p>
    <w:p w14:paraId="6F2A9C2A" w14:textId="77777777" w:rsidR="000D7FA5" w:rsidRPr="000D7FA5" w:rsidRDefault="000D7FA5" w:rsidP="000D7FA5">
      <w:pPr>
        <w:tabs>
          <w:tab w:val="left" w:pos="5535"/>
        </w:tabs>
        <w:spacing w:line="276" w:lineRule="auto"/>
        <w:rPr>
          <w:lang w:val="et-EE"/>
        </w:rPr>
      </w:pPr>
    </w:p>
    <w:p w14:paraId="50B5F091" w14:textId="77777777" w:rsidR="000D7FA5" w:rsidRPr="000D7FA5" w:rsidRDefault="000D7FA5" w:rsidP="000D7FA5">
      <w:pPr>
        <w:tabs>
          <w:tab w:val="left" w:pos="5535"/>
        </w:tabs>
        <w:spacing w:line="276" w:lineRule="auto"/>
        <w:rPr>
          <w:lang w:val="et-EE"/>
        </w:rPr>
      </w:pPr>
    </w:p>
    <w:p w14:paraId="6EDAC782" w14:textId="77777777" w:rsidR="000D7FA5" w:rsidRPr="000D7FA5" w:rsidRDefault="000D7FA5" w:rsidP="000D7FA5">
      <w:pPr>
        <w:tabs>
          <w:tab w:val="left" w:pos="5535"/>
        </w:tabs>
        <w:spacing w:line="276" w:lineRule="auto"/>
        <w:rPr>
          <w:lang w:val="et-EE"/>
        </w:rPr>
      </w:pPr>
      <w:r w:rsidRPr="000D7FA5">
        <w:rPr>
          <w:lang w:val="et-EE"/>
        </w:rPr>
        <w:t>Palun väljastada tõend selle kohta, et Harju Maakohtus ei ole registreeritud avaldust LEONHARD WEISS OÜ (reg.nr 12083348) pankroti- ega likvideerimismenetluse algatamiseks.</w:t>
      </w:r>
    </w:p>
    <w:p w14:paraId="5A24C873" w14:textId="31FF734B" w:rsidR="000D7FA5" w:rsidRPr="000D7FA5" w:rsidRDefault="000D7FA5" w:rsidP="000D7FA5">
      <w:pPr>
        <w:tabs>
          <w:tab w:val="left" w:pos="5535"/>
        </w:tabs>
        <w:spacing w:line="276" w:lineRule="auto"/>
        <w:rPr>
          <w:lang w:val="et-EE"/>
        </w:rPr>
      </w:pPr>
      <w:r w:rsidRPr="000D7FA5">
        <w:rPr>
          <w:lang w:val="et-EE"/>
        </w:rPr>
        <w:t xml:space="preserve">Võimaluse korral soovime inglisekeelset tõendit, kuna seda on vaja </w:t>
      </w:r>
      <w:r w:rsidR="000A23F9">
        <w:rPr>
          <w:lang w:val="et-EE"/>
        </w:rPr>
        <w:t xml:space="preserve">osalemiseks </w:t>
      </w:r>
      <w:r w:rsidRPr="000D7FA5">
        <w:rPr>
          <w:lang w:val="et-EE"/>
        </w:rPr>
        <w:t>han</w:t>
      </w:r>
      <w:r w:rsidR="000A23F9">
        <w:rPr>
          <w:lang w:val="et-EE"/>
        </w:rPr>
        <w:t xml:space="preserve">getel </w:t>
      </w:r>
      <w:r w:rsidRPr="000D7FA5">
        <w:rPr>
          <w:lang w:val="et-EE"/>
        </w:rPr>
        <w:t>L</w:t>
      </w:r>
      <w:r w:rsidR="0061076A">
        <w:rPr>
          <w:lang w:val="et-EE"/>
        </w:rPr>
        <w:t>äti</w:t>
      </w:r>
      <w:r w:rsidR="000A23F9">
        <w:rPr>
          <w:lang w:val="et-EE"/>
        </w:rPr>
        <w:t xml:space="preserve"> </w:t>
      </w:r>
      <w:r w:rsidRPr="000D7FA5">
        <w:rPr>
          <w:lang w:val="et-EE"/>
        </w:rPr>
        <w:t xml:space="preserve">Vabariigis. </w:t>
      </w:r>
    </w:p>
    <w:p w14:paraId="502AD84A" w14:textId="77777777" w:rsidR="000D7FA5" w:rsidRPr="000D7FA5" w:rsidRDefault="000D7FA5" w:rsidP="000D7FA5">
      <w:pPr>
        <w:tabs>
          <w:tab w:val="left" w:pos="5535"/>
        </w:tabs>
        <w:spacing w:line="276" w:lineRule="auto"/>
        <w:rPr>
          <w:lang w:val="et-EE"/>
        </w:rPr>
      </w:pPr>
      <w:r w:rsidRPr="000D7FA5">
        <w:rPr>
          <w:lang w:val="et-EE"/>
        </w:rPr>
        <w:t xml:space="preserve">Tõend palun saata e-posti aadressile: </w:t>
      </w:r>
      <w:hyperlink r:id="rId15" w:history="1">
        <w:r w:rsidRPr="000D7FA5">
          <w:rPr>
            <w:rStyle w:val="Hyperlink"/>
            <w:lang w:val="et-EE"/>
          </w:rPr>
          <w:t>estonia@leonhard-weiss.com</w:t>
        </w:r>
      </w:hyperlink>
      <w:r w:rsidRPr="000D7FA5">
        <w:rPr>
          <w:lang w:val="et-EE"/>
        </w:rPr>
        <w:t xml:space="preserve"> </w:t>
      </w:r>
    </w:p>
    <w:p w14:paraId="16B87A08" w14:textId="77777777" w:rsidR="000D7FA5" w:rsidRPr="000D7FA5" w:rsidRDefault="000D7FA5" w:rsidP="000D7FA5">
      <w:pPr>
        <w:tabs>
          <w:tab w:val="left" w:pos="5535"/>
        </w:tabs>
        <w:rPr>
          <w:lang w:val="et-EE"/>
        </w:rPr>
      </w:pPr>
    </w:p>
    <w:p w14:paraId="3E2E5501" w14:textId="77777777" w:rsidR="000D7FA5" w:rsidRPr="000D7FA5" w:rsidRDefault="000D7FA5" w:rsidP="000D7FA5">
      <w:pPr>
        <w:tabs>
          <w:tab w:val="left" w:pos="5535"/>
        </w:tabs>
        <w:rPr>
          <w:lang w:val="et-EE"/>
        </w:rPr>
      </w:pPr>
    </w:p>
    <w:p w14:paraId="127FE7E0" w14:textId="77777777" w:rsidR="000D7FA5" w:rsidRPr="000D7FA5" w:rsidRDefault="000D7FA5" w:rsidP="000D7FA5">
      <w:pPr>
        <w:tabs>
          <w:tab w:val="left" w:pos="5535"/>
        </w:tabs>
        <w:rPr>
          <w:lang w:val="et-EE"/>
        </w:rPr>
      </w:pPr>
    </w:p>
    <w:p w14:paraId="4FEF2E0D" w14:textId="77777777" w:rsidR="000D7FA5" w:rsidRPr="000D7FA5" w:rsidRDefault="000D7FA5" w:rsidP="000D7FA5">
      <w:pPr>
        <w:tabs>
          <w:tab w:val="left" w:pos="5535"/>
        </w:tabs>
        <w:rPr>
          <w:lang w:val="et-EE"/>
        </w:rPr>
      </w:pPr>
      <w:r w:rsidRPr="000D7FA5">
        <w:rPr>
          <w:lang w:val="et-EE"/>
        </w:rPr>
        <w:t>Lugupidamisega</w:t>
      </w:r>
    </w:p>
    <w:p w14:paraId="25C692F9" w14:textId="77777777" w:rsidR="000D7FA5" w:rsidRPr="000D7FA5" w:rsidRDefault="000D7FA5" w:rsidP="000D7FA5">
      <w:pPr>
        <w:tabs>
          <w:tab w:val="left" w:pos="5535"/>
        </w:tabs>
        <w:rPr>
          <w:lang w:val="et-EE"/>
        </w:rPr>
      </w:pPr>
    </w:p>
    <w:p w14:paraId="4E0123A9" w14:textId="227869D9" w:rsidR="000D7FA5" w:rsidRPr="000D7FA5" w:rsidRDefault="000D7FA5" w:rsidP="000D7FA5">
      <w:pPr>
        <w:tabs>
          <w:tab w:val="left" w:pos="5535"/>
        </w:tabs>
        <w:rPr>
          <w:i/>
          <w:iCs/>
          <w:lang w:val="et-EE"/>
        </w:rPr>
      </w:pPr>
      <w:r w:rsidRPr="000D7FA5">
        <w:rPr>
          <w:i/>
          <w:iCs/>
          <w:lang w:val="et-EE"/>
        </w:rPr>
        <w:t>(allkirjastatud digitaalselt)</w:t>
      </w:r>
      <w:r w:rsidR="00126424">
        <w:rPr>
          <w:i/>
          <w:iCs/>
          <w:lang w:val="et-EE"/>
        </w:rPr>
        <w:tab/>
      </w:r>
      <w:r w:rsidR="00126424" w:rsidRPr="000D7FA5">
        <w:rPr>
          <w:i/>
          <w:iCs/>
          <w:lang w:val="et-EE"/>
        </w:rPr>
        <w:t>(allkirjastatud digitaalselt)</w:t>
      </w:r>
    </w:p>
    <w:p w14:paraId="1CC1F5FE" w14:textId="52B7A1EE" w:rsidR="000D7FA5" w:rsidRPr="000D7FA5" w:rsidRDefault="00EB3DF8" w:rsidP="000D7FA5">
      <w:pPr>
        <w:tabs>
          <w:tab w:val="left" w:pos="5535"/>
        </w:tabs>
        <w:rPr>
          <w:lang w:val="et-EE"/>
        </w:rPr>
      </w:pPr>
      <w:r>
        <w:rPr>
          <w:lang w:val="et-EE"/>
        </w:rPr>
        <w:t>Kalle Kask</w:t>
      </w:r>
      <w:r w:rsidR="00126424">
        <w:rPr>
          <w:lang w:val="et-EE"/>
        </w:rPr>
        <w:tab/>
        <w:t>Mait Kesküll</w:t>
      </w:r>
    </w:p>
    <w:p w14:paraId="556CBEE3" w14:textId="77777777" w:rsidR="00126424" w:rsidRDefault="000D7FA5" w:rsidP="00126424">
      <w:pPr>
        <w:tabs>
          <w:tab w:val="left" w:pos="5535"/>
        </w:tabs>
        <w:rPr>
          <w:lang w:val="et-EE"/>
        </w:rPr>
      </w:pPr>
      <w:r w:rsidRPr="000D7FA5">
        <w:rPr>
          <w:lang w:val="et-EE"/>
        </w:rPr>
        <w:t>juhatuse liige</w:t>
      </w:r>
      <w:r w:rsidR="00126424">
        <w:rPr>
          <w:lang w:val="et-EE"/>
        </w:rPr>
        <w:tab/>
      </w:r>
      <w:r w:rsidR="00126424" w:rsidRPr="000D7FA5">
        <w:rPr>
          <w:lang w:val="et-EE"/>
        </w:rPr>
        <w:t>juhatuse liige</w:t>
      </w:r>
    </w:p>
    <w:p w14:paraId="5806E4D1" w14:textId="47E3FEE7" w:rsidR="000D7FA5" w:rsidRDefault="000D7FA5" w:rsidP="000D7FA5">
      <w:pPr>
        <w:tabs>
          <w:tab w:val="left" w:pos="5535"/>
        </w:tabs>
        <w:rPr>
          <w:lang w:val="et-EE"/>
        </w:rPr>
      </w:pPr>
    </w:p>
    <w:p w14:paraId="3367DB82" w14:textId="77777777" w:rsidR="000D7FA5" w:rsidRPr="000D7FA5" w:rsidRDefault="000D7FA5" w:rsidP="000D7FA5">
      <w:pPr>
        <w:tabs>
          <w:tab w:val="left" w:pos="5535"/>
        </w:tabs>
        <w:rPr>
          <w:lang w:val="et-EE"/>
        </w:rPr>
      </w:pPr>
    </w:p>
    <w:p w14:paraId="68A13692" w14:textId="50CB45A3" w:rsidR="00E77FB8" w:rsidRPr="004B46C9" w:rsidRDefault="00DC7215" w:rsidP="00DC7215">
      <w:pPr>
        <w:tabs>
          <w:tab w:val="left" w:pos="5535"/>
        </w:tabs>
        <w:rPr>
          <w:lang w:val="et-EE"/>
        </w:rPr>
      </w:pPr>
      <w:r>
        <w:rPr>
          <w:lang w:val="et-EE"/>
        </w:rPr>
        <w:tab/>
      </w:r>
    </w:p>
    <w:sectPr w:rsidR="00E77FB8" w:rsidRPr="004B46C9" w:rsidSect="004D7A8C">
      <w:headerReference w:type="default" r:id="rId16"/>
      <w:footerReference w:type="default" r:id="rId17"/>
      <w:type w:val="continuous"/>
      <w:pgSz w:w="11907" w:h="16840" w:code="9"/>
      <w:pgMar w:top="1134" w:right="1275" w:bottom="-1077" w:left="1134" w:header="720" w:footer="170" w:gutter="0"/>
      <w:pgNumType w:start="1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25A0AB" w14:textId="77777777" w:rsidR="00997B51" w:rsidRDefault="00997B51">
      <w:r>
        <w:separator/>
      </w:r>
    </w:p>
  </w:endnote>
  <w:endnote w:type="continuationSeparator" w:id="0">
    <w:p w14:paraId="0DE0BA28" w14:textId="77777777" w:rsidR="00997B51" w:rsidRDefault="00997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37B82" w14:textId="77777777" w:rsidR="002F467C" w:rsidRDefault="00C41251" w:rsidP="00C02A55">
    <w:pPr>
      <w:pStyle w:val="Header"/>
      <w:tabs>
        <w:tab w:val="clear" w:pos="4536"/>
        <w:tab w:val="clear" w:pos="9072"/>
        <w:tab w:val="center" w:pos="4820"/>
      </w:tabs>
      <w:rPr>
        <w:noProof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68CA488B" wp14:editId="334DF894">
              <wp:simplePos x="0" y="0"/>
              <wp:positionH relativeFrom="column">
                <wp:posOffset>-404495</wp:posOffset>
              </wp:positionH>
              <wp:positionV relativeFrom="paragraph">
                <wp:posOffset>-893445</wp:posOffset>
              </wp:positionV>
              <wp:extent cx="312420" cy="110744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2420" cy="11074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42C7F2" w14:textId="77777777" w:rsidR="0015039B" w:rsidRPr="00850762" w:rsidRDefault="0015039B" w:rsidP="0015039B">
                          <w:pPr>
                            <w:pStyle w:val="Heading2"/>
                            <w:rPr>
                              <w:b w:val="0"/>
                            </w:rPr>
                          </w:pPr>
                          <w:r w:rsidRPr="00850762">
                            <w:rPr>
                              <w:b w:val="0"/>
                            </w:rPr>
                            <w:t xml:space="preserve">Index: </w:t>
                          </w:r>
                          <w:bookmarkStart w:id="0" w:name="document_short_name"/>
                          <w:r>
                            <w:rPr>
                              <w:b w:val="0"/>
                            </w:rPr>
                            <w:t>FB_LW_EE_0004</w:t>
                          </w:r>
                          <w:bookmarkEnd w:id="0"/>
                          <w:r w:rsidRPr="00850762">
                            <w:rPr>
                              <w:b w:val="0"/>
                            </w:rPr>
                            <w:t>-</w:t>
                          </w:r>
                          <w:bookmarkStart w:id="1" w:name="version"/>
                          <w:r>
                            <w:rPr>
                              <w:b w:val="0"/>
                            </w:rPr>
                            <w:t>1.2</w:t>
                          </w:r>
                          <w:bookmarkEnd w:id="1"/>
                        </w:p>
                        <w:p w14:paraId="2EFD5C8B" w14:textId="77777777" w:rsidR="002F467C" w:rsidRDefault="002F467C">
                          <w:pPr>
                            <w:pStyle w:val="Heading2"/>
                            <w:rPr>
                              <w:b w:val="0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CA488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1.85pt;margin-top:-70.35pt;width:24.6pt;height:87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" o:allowincell="f" stroked="f">
              <v:textbox style="layout-flow:vertical;mso-layout-flow-alt:bottom-to-top">
                <w:txbxContent>
                  <w:p w14:paraId="3A42C7F2" w14:textId="77777777" w:rsidR="0015039B" w:rsidRPr="00850762" w:rsidRDefault="0015039B" w:rsidP="0015039B">
                    <w:pPr>
                      <w:pStyle w:val="Heading2"/>
                      <w:rPr>
                        <w:b w:val="0"/>
                      </w:rPr>
                    </w:pPr>
                    <w:r w:rsidRPr="00850762">
                      <w:rPr>
                        <w:b w:val="0"/>
                      </w:rPr>
                      <w:t xml:space="preserve">Index: </w:t>
                    </w:r>
                    <w:bookmarkStart w:id="2" w:name="document_short_name"/>
                    <w:r>
                      <w:rPr>
                        <w:b w:val="0"/>
                      </w:rPr>
                      <w:t>FB_LW_EE_0004</w:t>
                    </w:r>
                    <w:bookmarkEnd w:id="2"/>
                    <w:r w:rsidRPr="00850762">
                      <w:rPr>
                        <w:b w:val="0"/>
                      </w:rPr>
                      <w:t>-</w:t>
                    </w:r>
                    <w:bookmarkStart w:id="3" w:name="version"/>
                    <w:r>
                      <w:rPr>
                        <w:b w:val="0"/>
                      </w:rPr>
                      <w:t>1.2</w:t>
                    </w:r>
                    <w:bookmarkEnd w:id="3"/>
                  </w:p>
                  <w:p w14:paraId="2EFD5C8B" w14:textId="77777777" w:rsidR="002F467C" w:rsidRDefault="002F467C">
                    <w:pPr>
                      <w:pStyle w:val="Heading2"/>
                      <w:rPr>
                        <w:b w:val="0"/>
                      </w:rPr>
                    </w:pPr>
                  </w:p>
                </w:txbxContent>
              </v:textbox>
            </v:shape>
          </w:pict>
        </mc:Fallback>
      </mc:AlternateContent>
    </w:r>
  </w:p>
  <w:tbl>
    <w:tblPr>
      <w:tblW w:w="10091" w:type="dxa"/>
      <w:tblLayout w:type="fixed"/>
      <w:tblCellMar>
        <w:left w:w="85" w:type="dxa"/>
        <w:right w:w="85" w:type="dxa"/>
      </w:tblCellMar>
      <w:tblLook w:val="0000" w:firstRow="0" w:lastRow="0" w:firstColumn="0" w:lastColumn="0" w:noHBand="0" w:noVBand="0"/>
    </w:tblPr>
    <w:tblGrid>
      <w:gridCol w:w="3686"/>
      <w:gridCol w:w="2551"/>
      <w:gridCol w:w="3854"/>
    </w:tblGrid>
    <w:tr w:rsidR="002F467C" w:rsidRPr="004755E0" w14:paraId="18E330A2" w14:textId="77777777" w:rsidTr="00C02A55">
      <w:trPr>
        <w:trHeight w:val="284"/>
      </w:trPr>
      <w:tc>
        <w:tcPr>
          <w:tcW w:w="3686" w:type="dxa"/>
        </w:tcPr>
        <w:p w14:paraId="28D6044B" w14:textId="77777777" w:rsidR="008F0874" w:rsidRPr="00367A30" w:rsidRDefault="008F0874" w:rsidP="00F732E3">
          <w:pPr>
            <w:pStyle w:val="Header"/>
            <w:rPr>
              <w:sz w:val="14"/>
              <w:lang w:val="en-GB"/>
            </w:rPr>
          </w:pPr>
          <w:r w:rsidRPr="00367A30">
            <w:rPr>
              <w:sz w:val="14"/>
              <w:lang w:val="en-GB"/>
            </w:rPr>
            <w:t>LEONHARD WEISS OÜ, Vesse 8, 11415 Tallinn</w:t>
          </w:r>
        </w:p>
        <w:p w14:paraId="356F7176" w14:textId="77777777" w:rsidR="008F0874" w:rsidRPr="00367A30" w:rsidRDefault="00C02A55" w:rsidP="008F0874">
          <w:pPr>
            <w:pStyle w:val="Header"/>
            <w:rPr>
              <w:sz w:val="14"/>
              <w:lang w:val="en-GB"/>
            </w:rPr>
          </w:pPr>
          <w:r w:rsidRPr="00367A30">
            <w:rPr>
              <w:sz w:val="14"/>
              <w:lang w:val="en-GB"/>
            </w:rPr>
            <w:t>estonia@leonhard-weiss.com, www.leonhard-weiss.ee</w:t>
          </w:r>
        </w:p>
        <w:p w14:paraId="0F6088E6" w14:textId="77777777" w:rsidR="00C02A55" w:rsidRPr="00367A30" w:rsidRDefault="00E77FB8" w:rsidP="008F0874">
          <w:pPr>
            <w:pStyle w:val="Header"/>
            <w:rPr>
              <w:sz w:val="14"/>
              <w:lang w:val="en-GB"/>
            </w:rPr>
          </w:pPr>
          <w:r w:rsidRPr="00367A30">
            <w:rPr>
              <w:sz w:val="14"/>
              <w:lang w:val="en-GB"/>
            </w:rPr>
            <w:t>Tel +372 601 2285</w:t>
          </w:r>
        </w:p>
        <w:p w14:paraId="0570888B" w14:textId="77777777" w:rsidR="005B3FD4" w:rsidRPr="00525613" w:rsidRDefault="005B3FD4" w:rsidP="005B3FD4">
          <w:pPr>
            <w:rPr>
              <w:sz w:val="14"/>
              <w:szCs w:val="14"/>
              <w:lang w:val="et-EE"/>
            </w:rPr>
          </w:pPr>
          <w:r w:rsidRPr="00525613">
            <w:rPr>
              <w:sz w:val="14"/>
              <w:szCs w:val="14"/>
              <w:lang w:val="et-EE"/>
            </w:rPr>
            <w:t>IBAN EE492200221015218954</w:t>
          </w:r>
        </w:p>
        <w:p w14:paraId="4932FDAF" w14:textId="77777777" w:rsidR="002F467C" w:rsidRPr="00525613" w:rsidRDefault="009104C2" w:rsidP="00152F55">
          <w:pPr>
            <w:rPr>
              <w:sz w:val="14"/>
              <w:szCs w:val="14"/>
              <w:lang w:val="en-US"/>
            </w:rPr>
          </w:pPr>
          <w:r w:rsidRPr="00525613">
            <w:rPr>
              <w:sz w:val="14"/>
              <w:szCs w:val="14"/>
              <w:lang w:val="et-EE"/>
            </w:rPr>
            <w:t>Pa</w:t>
          </w:r>
          <w:r w:rsidR="005B3FD4" w:rsidRPr="00525613">
            <w:rPr>
              <w:sz w:val="14"/>
              <w:szCs w:val="14"/>
              <w:lang w:val="et-EE"/>
            </w:rPr>
            <w:t>nk: Swedbank</w:t>
          </w:r>
        </w:p>
      </w:tc>
      <w:tc>
        <w:tcPr>
          <w:tcW w:w="2551" w:type="dxa"/>
          <w:tcBorders>
            <w:left w:val="nil"/>
          </w:tcBorders>
        </w:tcPr>
        <w:p w14:paraId="443AFD76" w14:textId="77777777" w:rsidR="002F467C" w:rsidRPr="00525613" w:rsidRDefault="004D7A8C" w:rsidP="004D7A8C">
          <w:pPr>
            <w:pStyle w:val="Header"/>
            <w:tabs>
              <w:tab w:val="left" w:pos="197"/>
            </w:tabs>
            <w:rPr>
              <w:sz w:val="14"/>
              <w:szCs w:val="14"/>
              <w:lang w:val="en-US"/>
            </w:rPr>
          </w:pPr>
          <w:r>
            <w:rPr>
              <w:sz w:val="14"/>
              <w:szCs w:val="14"/>
              <w:lang w:val="en-US"/>
            </w:rPr>
            <w:tab/>
          </w:r>
          <w:r w:rsidR="005F43CC">
            <w:rPr>
              <w:noProof/>
              <w:sz w:val="14"/>
              <w:szCs w:val="14"/>
              <w:lang w:val="en-US"/>
            </w:rPr>
            <w:drawing>
              <wp:inline distT="0" distB="0" distL="0" distR="0" wp14:anchorId="514617D0" wp14:editId="090C5C6F">
                <wp:extent cx="1321622" cy="476250"/>
                <wp:effectExtent l="0" t="0" r="0" b="0"/>
                <wp:docPr id="176380736" name="Grafik 1" descr="Ein Bild, das Text, Schrift, Symbol, Logo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37690978" name="Grafik 1" descr="Ein Bild, das Text, Schrift, Symbol, Logo enthält.&#10;&#10;Automatisch generierte Beschreibu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1550" cy="47982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54" w:type="dxa"/>
        </w:tcPr>
        <w:p w14:paraId="261A7E5F" w14:textId="77777777" w:rsidR="008F0874" w:rsidRPr="00525613" w:rsidRDefault="008F0874" w:rsidP="008F0874">
          <w:pPr>
            <w:pStyle w:val="Header"/>
            <w:rPr>
              <w:sz w:val="14"/>
              <w:szCs w:val="14"/>
              <w:lang w:val="et-EE"/>
            </w:rPr>
          </w:pPr>
          <w:r w:rsidRPr="00525613">
            <w:rPr>
              <w:sz w:val="14"/>
              <w:szCs w:val="14"/>
              <w:lang w:val="et-EE"/>
            </w:rPr>
            <w:t>Reg nr 12083348</w:t>
          </w:r>
        </w:p>
        <w:p w14:paraId="616EC891" w14:textId="77777777" w:rsidR="002D6501" w:rsidRPr="004D4527" w:rsidRDefault="002D6501" w:rsidP="00F65421">
          <w:pPr>
            <w:pStyle w:val="Header"/>
            <w:rPr>
              <w:sz w:val="14"/>
              <w:szCs w:val="14"/>
              <w:lang w:val="nb-NO"/>
            </w:rPr>
          </w:pPr>
        </w:p>
        <w:p w14:paraId="72115C82" w14:textId="77777777" w:rsidR="00CE71B2" w:rsidRDefault="00CE71B2" w:rsidP="008378E3">
          <w:pPr>
            <w:tabs>
              <w:tab w:val="left" w:pos="5535"/>
            </w:tabs>
            <w:rPr>
              <w:rFonts w:cs="Arial"/>
              <w:sz w:val="14"/>
              <w:szCs w:val="14"/>
              <w:lang w:val="et-EE"/>
            </w:rPr>
          </w:pPr>
        </w:p>
        <w:p w14:paraId="1F16CE68" w14:textId="77777777" w:rsidR="00CE71B2" w:rsidRDefault="00CE71B2" w:rsidP="008378E3">
          <w:pPr>
            <w:tabs>
              <w:tab w:val="left" w:pos="5535"/>
            </w:tabs>
            <w:rPr>
              <w:rFonts w:cs="Arial"/>
              <w:sz w:val="14"/>
              <w:szCs w:val="14"/>
              <w:lang w:val="et-EE"/>
            </w:rPr>
          </w:pPr>
        </w:p>
        <w:p w14:paraId="48F923E7" w14:textId="77777777" w:rsidR="002F467C" w:rsidRPr="00525613" w:rsidRDefault="002F467C" w:rsidP="008378E3">
          <w:pPr>
            <w:tabs>
              <w:tab w:val="left" w:pos="5535"/>
            </w:tabs>
            <w:rPr>
              <w:sz w:val="14"/>
              <w:szCs w:val="14"/>
              <w:lang w:val="fi-FI"/>
            </w:rPr>
          </w:pPr>
          <w:r w:rsidRPr="00525613">
            <w:rPr>
              <w:rFonts w:cs="Arial"/>
              <w:sz w:val="14"/>
              <w:szCs w:val="14"/>
              <w:lang w:val="et-EE"/>
            </w:rPr>
            <w:t>LEONHARD WEISS</w:t>
          </w:r>
          <w:r w:rsidR="009104C2" w:rsidRPr="00525613">
            <w:rPr>
              <w:rFonts w:cs="Arial"/>
              <w:sz w:val="14"/>
              <w:szCs w:val="14"/>
              <w:lang w:val="et-EE"/>
            </w:rPr>
            <w:t xml:space="preserve"> </w:t>
          </w:r>
          <w:r w:rsidR="009104C2" w:rsidRPr="00525613">
            <w:rPr>
              <w:rFonts w:cs="Arial"/>
              <w:sz w:val="14"/>
              <w:szCs w:val="14"/>
              <w:lang w:val="et-EE" w:eastAsia="de-DE"/>
            </w:rPr>
            <w:t>g</w:t>
          </w:r>
          <w:r w:rsidR="00D92FF1" w:rsidRPr="00525613">
            <w:rPr>
              <w:rFonts w:cs="Arial"/>
              <w:sz w:val="14"/>
              <w:szCs w:val="14"/>
              <w:lang w:val="et-EE" w:eastAsia="de-DE"/>
            </w:rPr>
            <w:t>rupi ettevõte</w:t>
          </w:r>
        </w:p>
      </w:tc>
    </w:tr>
  </w:tbl>
  <w:p w14:paraId="5ECD76EA" w14:textId="77777777" w:rsidR="002F467C" w:rsidRPr="007F3B80" w:rsidRDefault="002F467C">
    <w:pPr>
      <w:pStyle w:val="Footer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CADBC" w14:textId="77777777" w:rsidR="002F467C" w:rsidRDefault="002F467C">
    <w:pPr>
      <w:framePr w:w="9883" w:h="1865" w:hSpace="142" w:wrap="around" w:vAnchor="page" w:hAnchor="page" w:x="1135" w:y="14975" w:anchorLock="1"/>
    </w:pPr>
  </w:p>
  <w:tbl>
    <w:tblPr>
      <w:tblW w:w="0" w:type="auto"/>
      <w:tblInd w:w="57" w:type="dxa"/>
      <w:tblLayout w:type="fixed"/>
      <w:tblCellMar>
        <w:left w:w="85" w:type="dxa"/>
        <w:right w:w="85" w:type="dxa"/>
      </w:tblCellMar>
      <w:tblLook w:val="0000" w:firstRow="0" w:lastRow="0" w:firstColumn="0" w:lastColumn="0" w:noHBand="0" w:noVBand="0"/>
    </w:tblPr>
    <w:tblGrid>
      <w:gridCol w:w="5557"/>
      <w:gridCol w:w="4394"/>
    </w:tblGrid>
    <w:tr w:rsidR="002F467C" w14:paraId="4CE46BD4" w14:textId="77777777">
      <w:tc>
        <w:tcPr>
          <w:tcW w:w="5557" w:type="dxa"/>
        </w:tcPr>
        <w:p w14:paraId="0051EEBA" w14:textId="77777777" w:rsidR="002F467C" w:rsidRDefault="002F467C">
          <w:pPr>
            <w:ind w:left="-57"/>
            <w:rPr>
              <w:sz w:val="16"/>
            </w:rPr>
          </w:pPr>
        </w:p>
      </w:tc>
      <w:tc>
        <w:tcPr>
          <w:tcW w:w="4394" w:type="dxa"/>
        </w:tcPr>
        <w:p w14:paraId="624003F3" w14:textId="77777777" w:rsidR="002F467C" w:rsidRDefault="002F467C">
          <w:pPr>
            <w:pStyle w:val="Footer"/>
            <w:rPr>
              <w:sz w:val="16"/>
            </w:rPr>
          </w:pPr>
        </w:p>
      </w:tc>
    </w:tr>
  </w:tbl>
  <w:p w14:paraId="7209711D" w14:textId="77777777" w:rsidR="002F467C" w:rsidRDefault="002F46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011ECE" w14:textId="77777777" w:rsidR="00997B51" w:rsidRDefault="00997B51">
      <w:r>
        <w:separator/>
      </w:r>
    </w:p>
  </w:footnote>
  <w:footnote w:type="continuationSeparator" w:id="0">
    <w:p w14:paraId="71CCB69F" w14:textId="77777777" w:rsidR="00997B51" w:rsidRDefault="00997B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2326B" w14:textId="77777777" w:rsidR="002F467C" w:rsidRDefault="002F467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3</w:t>
    </w:r>
    <w:r>
      <w:rPr>
        <w:rStyle w:val="PageNumber"/>
      </w:rPr>
      <w:fldChar w:fldCharType="end"/>
    </w:r>
  </w:p>
  <w:p w14:paraId="189508AB" w14:textId="77777777" w:rsidR="002F467C" w:rsidRDefault="002F467C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D8FAC" w14:textId="77777777" w:rsidR="002F467C" w:rsidRDefault="004D7A8C" w:rsidP="004D7A8C">
    <w:pPr>
      <w:pStyle w:val="Header"/>
      <w:tabs>
        <w:tab w:val="clear" w:pos="4536"/>
        <w:tab w:val="clear" w:pos="9072"/>
        <w:tab w:val="center" w:pos="4820"/>
      </w:tabs>
    </w:pPr>
    <w:r>
      <w:tab/>
    </w:r>
    <w:r w:rsidR="00C41251" w:rsidRPr="00E77FB8">
      <w:rPr>
        <w:noProof/>
        <w:lang w:eastAsia="de-DE"/>
      </w:rPr>
      <w:drawing>
        <wp:inline distT="0" distB="0" distL="0" distR="0" wp14:anchorId="4983867B" wp14:editId="55CB06A2">
          <wp:extent cx="1800225" cy="1028700"/>
          <wp:effectExtent l="0" t="0" r="9525" b="0"/>
          <wp:docPr id="1288760362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E8A75" w14:textId="77777777" w:rsidR="002F467C" w:rsidRDefault="002F467C">
    <w:pPr>
      <w:pStyle w:val="Header"/>
    </w:pPr>
  </w:p>
  <w:p w14:paraId="6892914E" w14:textId="77777777" w:rsidR="002F467C" w:rsidRDefault="002F467C">
    <w:pPr>
      <w:pStyle w:val="Header"/>
    </w:pPr>
  </w:p>
  <w:p w14:paraId="59DD3F44" w14:textId="77777777" w:rsidR="002F467C" w:rsidRDefault="002F467C">
    <w:pPr>
      <w:pStyle w:val="Header"/>
    </w:pPr>
  </w:p>
  <w:p w14:paraId="17D0FD0E" w14:textId="77777777" w:rsidR="002F467C" w:rsidRDefault="002F467C">
    <w:pPr>
      <w:pStyle w:val="Header"/>
    </w:pPr>
  </w:p>
  <w:p w14:paraId="4788C466" w14:textId="77777777" w:rsidR="002F467C" w:rsidRDefault="002F467C">
    <w:pPr>
      <w:pStyle w:val="Header"/>
    </w:pPr>
  </w:p>
  <w:p w14:paraId="64E34D60" w14:textId="77777777" w:rsidR="002F467C" w:rsidRDefault="002F467C">
    <w:pPr>
      <w:framePr w:w="2556" w:h="426" w:hSpace="141" w:wrap="around" w:vAnchor="page" w:hAnchor="page" w:x="4459" w:y="2161"/>
      <w:jc w:val="center"/>
    </w:pPr>
    <w:r>
      <w:rPr>
        <w:rStyle w:val="PageNumber"/>
      </w:rPr>
      <w:t>- 2 -</w:t>
    </w:r>
  </w:p>
  <w:p w14:paraId="7F1C5149" w14:textId="77777777" w:rsidR="002F467C" w:rsidRDefault="002F467C">
    <w:pPr>
      <w:pStyle w:val="Header"/>
    </w:pPr>
  </w:p>
  <w:p w14:paraId="7C674F8F" w14:textId="77777777" w:rsidR="002F467C" w:rsidRDefault="002F467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F4A9B" w14:textId="77777777" w:rsidR="002F467C" w:rsidRDefault="001E1BAF" w:rsidP="001E1BAF">
    <w:pPr>
      <w:tabs>
        <w:tab w:val="center" w:pos="4760"/>
      </w:tabs>
      <w:rPr>
        <w:rStyle w:val="PageNumber"/>
      </w:rPr>
    </w:pPr>
    <w:r>
      <w:rPr>
        <w:rStyle w:val="PageNumber"/>
      </w:rPr>
      <w:tab/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02A55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14:paraId="5E1E158B" w14:textId="77777777" w:rsidR="001E1BAF" w:rsidRDefault="001E1BAF" w:rsidP="001E1BAF">
    <w:pPr>
      <w:tabs>
        <w:tab w:val="center" w:pos="4760"/>
      </w:tabs>
    </w:pPr>
  </w:p>
  <w:p w14:paraId="432D4B70" w14:textId="77777777" w:rsidR="001E1BAF" w:rsidRDefault="001E1BAF" w:rsidP="001E1BAF">
    <w:pPr>
      <w:tabs>
        <w:tab w:val="center" w:pos="4760"/>
      </w:tabs>
    </w:pPr>
  </w:p>
  <w:p w14:paraId="3BB3EEA4" w14:textId="77777777" w:rsidR="001E1BAF" w:rsidRDefault="001E1BAF" w:rsidP="001E1BAF">
    <w:pPr>
      <w:tabs>
        <w:tab w:val="center" w:pos="47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123"/>
    <w:rsid w:val="00007FA8"/>
    <w:rsid w:val="0003067A"/>
    <w:rsid w:val="00030C3D"/>
    <w:rsid w:val="00034E0D"/>
    <w:rsid w:val="00040BA7"/>
    <w:rsid w:val="00042CF0"/>
    <w:rsid w:val="000625AC"/>
    <w:rsid w:val="0006561F"/>
    <w:rsid w:val="000657AB"/>
    <w:rsid w:val="00070EA7"/>
    <w:rsid w:val="000A23F9"/>
    <w:rsid w:val="000A74A1"/>
    <w:rsid w:val="000D4621"/>
    <w:rsid w:val="000D7FA5"/>
    <w:rsid w:val="00103484"/>
    <w:rsid w:val="00106D67"/>
    <w:rsid w:val="001178D9"/>
    <w:rsid w:val="00126424"/>
    <w:rsid w:val="00132953"/>
    <w:rsid w:val="00133EDA"/>
    <w:rsid w:val="0015039B"/>
    <w:rsid w:val="00152F55"/>
    <w:rsid w:val="00167429"/>
    <w:rsid w:val="00176CCC"/>
    <w:rsid w:val="001A4696"/>
    <w:rsid w:val="001B3767"/>
    <w:rsid w:val="001D5A82"/>
    <w:rsid w:val="001D5B89"/>
    <w:rsid w:val="001E1BAF"/>
    <w:rsid w:val="001E617D"/>
    <w:rsid w:val="001F1511"/>
    <w:rsid w:val="002175EC"/>
    <w:rsid w:val="00235B91"/>
    <w:rsid w:val="00246DC3"/>
    <w:rsid w:val="002674A0"/>
    <w:rsid w:val="00271F3A"/>
    <w:rsid w:val="00283030"/>
    <w:rsid w:val="00284622"/>
    <w:rsid w:val="002B45BF"/>
    <w:rsid w:val="002B56EF"/>
    <w:rsid w:val="002B5BD3"/>
    <w:rsid w:val="002C009D"/>
    <w:rsid w:val="002D1D92"/>
    <w:rsid w:val="002D1FDD"/>
    <w:rsid w:val="002D6501"/>
    <w:rsid w:val="002D7724"/>
    <w:rsid w:val="002E4F0C"/>
    <w:rsid w:val="002F467C"/>
    <w:rsid w:val="002F55A1"/>
    <w:rsid w:val="003114BF"/>
    <w:rsid w:val="003233F0"/>
    <w:rsid w:val="00324984"/>
    <w:rsid w:val="00324FE1"/>
    <w:rsid w:val="00333698"/>
    <w:rsid w:val="00343FD3"/>
    <w:rsid w:val="00347FA3"/>
    <w:rsid w:val="003552FA"/>
    <w:rsid w:val="00367A30"/>
    <w:rsid w:val="003767A9"/>
    <w:rsid w:val="00386380"/>
    <w:rsid w:val="0039024E"/>
    <w:rsid w:val="003908F6"/>
    <w:rsid w:val="003F18B0"/>
    <w:rsid w:val="003F4DE1"/>
    <w:rsid w:val="00415F0B"/>
    <w:rsid w:val="00423859"/>
    <w:rsid w:val="00426586"/>
    <w:rsid w:val="00433606"/>
    <w:rsid w:val="0044132D"/>
    <w:rsid w:val="0044599E"/>
    <w:rsid w:val="004564FD"/>
    <w:rsid w:val="004755E0"/>
    <w:rsid w:val="004A3259"/>
    <w:rsid w:val="004B46C9"/>
    <w:rsid w:val="004D4144"/>
    <w:rsid w:val="004D4527"/>
    <w:rsid w:val="004D7A8C"/>
    <w:rsid w:val="0050273F"/>
    <w:rsid w:val="0051296D"/>
    <w:rsid w:val="0052450A"/>
    <w:rsid w:val="00525613"/>
    <w:rsid w:val="00540BB8"/>
    <w:rsid w:val="00541FA4"/>
    <w:rsid w:val="00573ABB"/>
    <w:rsid w:val="005B3FD4"/>
    <w:rsid w:val="005D6C02"/>
    <w:rsid w:val="005D7F66"/>
    <w:rsid w:val="005F43CC"/>
    <w:rsid w:val="00602310"/>
    <w:rsid w:val="00605B46"/>
    <w:rsid w:val="00606BB8"/>
    <w:rsid w:val="00607D75"/>
    <w:rsid w:val="0061076A"/>
    <w:rsid w:val="006156B8"/>
    <w:rsid w:val="00617520"/>
    <w:rsid w:val="006223DD"/>
    <w:rsid w:val="0064747B"/>
    <w:rsid w:val="00650425"/>
    <w:rsid w:val="00652461"/>
    <w:rsid w:val="006643AD"/>
    <w:rsid w:val="006C3684"/>
    <w:rsid w:val="006D449F"/>
    <w:rsid w:val="006D6FA3"/>
    <w:rsid w:val="006E58E2"/>
    <w:rsid w:val="00727D8E"/>
    <w:rsid w:val="00747AC3"/>
    <w:rsid w:val="0075152D"/>
    <w:rsid w:val="007639E8"/>
    <w:rsid w:val="00780A1A"/>
    <w:rsid w:val="007B0DD6"/>
    <w:rsid w:val="007C4228"/>
    <w:rsid w:val="007F3B80"/>
    <w:rsid w:val="008221D9"/>
    <w:rsid w:val="008378E3"/>
    <w:rsid w:val="00857297"/>
    <w:rsid w:val="00881CC5"/>
    <w:rsid w:val="008876E5"/>
    <w:rsid w:val="008A58CF"/>
    <w:rsid w:val="008A6677"/>
    <w:rsid w:val="008C3ADD"/>
    <w:rsid w:val="008E2F57"/>
    <w:rsid w:val="008E3413"/>
    <w:rsid w:val="008E398E"/>
    <w:rsid w:val="008F0874"/>
    <w:rsid w:val="0090541D"/>
    <w:rsid w:val="009104C2"/>
    <w:rsid w:val="00915728"/>
    <w:rsid w:val="00922DB9"/>
    <w:rsid w:val="0095015A"/>
    <w:rsid w:val="00960DA1"/>
    <w:rsid w:val="00980699"/>
    <w:rsid w:val="00986C07"/>
    <w:rsid w:val="00997B51"/>
    <w:rsid w:val="00997E44"/>
    <w:rsid w:val="009B4752"/>
    <w:rsid w:val="009B4F1F"/>
    <w:rsid w:val="009D033A"/>
    <w:rsid w:val="009D6252"/>
    <w:rsid w:val="009E1DE2"/>
    <w:rsid w:val="009E38A3"/>
    <w:rsid w:val="009E5D84"/>
    <w:rsid w:val="009F44B0"/>
    <w:rsid w:val="00A0439C"/>
    <w:rsid w:val="00A15AF8"/>
    <w:rsid w:val="00A235A1"/>
    <w:rsid w:val="00A60E1F"/>
    <w:rsid w:val="00A62BBA"/>
    <w:rsid w:val="00A70541"/>
    <w:rsid w:val="00A845E9"/>
    <w:rsid w:val="00AA24F5"/>
    <w:rsid w:val="00AA7400"/>
    <w:rsid w:val="00AC4D0A"/>
    <w:rsid w:val="00AF1F51"/>
    <w:rsid w:val="00AF52D6"/>
    <w:rsid w:val="00B136CD"/>
    <w:rsid w:val="00B15A60"/>
    <w:rsid w:val="00B20123"/>
    <w:rsid w:val="00B36DB3"/>
    <w:rsid w:val="00B37A4A"/>
    <w:rsid w:val="00B5484A"/>
    <w:rsid w:val="00B55FA1"/>
    <w:rsid w:val="00B77966"/>
    <w:rsid w:val="00B87F8F"/>
    <w:rsid w:val="00B923C6"/>
    <w:rsid w:val="00B96AD7"/>
    <w:rsid w:val="00B96FE1"/>
    <w:rsid w:val="00BA03C6"/>
    <w:rsid w:val="00BD4CBE"/>
    <w:rsid w:val="00BD7CE5"/>
    <w:rsid w:val="00BE50F7"/>
    <w:rsid w:val="00BE6045"/>
    <w:rsid w:val="00C02A55"/>
    <w:rsid w:val="00C21CFC"/>
    <w:rsid w:val="00C41251"/>
    <w:rsid w:val="00C777D1"/>
    <w:rsid w:val="00C90A10"/>
    <w:rsid w:val="00C90F55"/>
    <w:rsid w:val="00CD0E44"/>
    <w:rsid w:val="00CE62F4"/>
    <w:rsid w:val="00CE71B2"/>
    <w:rsid w:val="00CF085F"/>
    <w:rsid w:val="00D02185"/>
    <w:rsid w:val="00D56688"/>
    <w:rsid w:val="00D8312E"/>
    <w:rsid w:val="00D92FF1"/>
    <w:rsid w:val="00DA067C"/>
    <w:rsid w:val="00DA2A96"/>
    <w:rsid w:val="00DB35A1"/>
    <w:rsid w:val="00DC7215"/>
    <w:rsid w:val="00DD0152"/>
    <w:rsid w:val="00DD03EF"/>
    <w:rsid w:val="00DD6632"/>
    <w:rsid w:val="00E00ED2"/>
    <w:rsid w:val="00E13542"/>
    <w:rsid w:val="00E15DA8"/>
    <w:rsid w:val="00E334F0"/>
    <w:rsid w:val="00E4618E"/>
    <w:rsid w:val="00E60B8F"/>
    <w:rsid w:val="00E70689"/>
    <w:rsid w:val="00E74909"/>
    <w:rsid w:val="00E77FB8"/>
    <w:rsid w:val="00E8438A"/>
    <w:rsid w:val="00E94CAD"/>
    <w:rsid w:val="00E96649"/>
    <w:rsid w:val="00EA5D53"/>
    <w:rsid w:val="00EB2BFB"/>
    <w:rsid w:val="00EB3DF8"/>
    <w:rsid w:val="00EB42F9"/>
    <w:rsid w:val="00EB5ED1"/>
    <w:rsid w:val="00EB61F3"/>
    <w:rsid w:val="00EF367F"/>
    <w:rsid w:val="00F411C3"/>
    <w:rsid w:val="00F42E50"/>
    <w:rsid w:val="00F53706"/>
    <w:rsid w:val="00F6147D"/>
    <w:rsid w:val="00F6478A"/>
    <w:rsid w:val="00F65421"/>
    <w:rsid w:val="00F732E3"/>
    <w:rsid w:val="00FA3116"/>
    <w:rsid w:val="00FC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935A1E"/>
  <w15:docId w15:val="{39C632D2-9812-4FAB-B74F-97B88D802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2"/>
      <w:lang w:val="de-DE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1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customStyle="1" w:styleId="Flietext">
    <w:name w:val="Fließtext"/>
    <w:basedOn w:val="Normal"/>
    <w:pPr>
      <w:tabs>
        <w:tab w:val="left" w:pos="1418"/>
        <w:tab w:val="left" w:pos="2835"/>
        <w:tab w:val="left" w:pos="4253"/>
        <w:tab w:val="left" w:pos="5670"/>
        <w:tab w:val="left" w:pos="7088"/>
      </w:tabs>
      <w:spacing w:line="264" w:lineRule="auto"/>
    </w:pPr>
  </w:style>
  <w:style w:type="paragraph" w:customStyle="1" w:styleId="Standard1">
    <w:name w:val="Standard 1"/>
    <w:basedOn w:val="Flietext"/>
    <w:pPr>
      <w:spacing w:line="24" w:lineRule="auto"/>
    </w:pPr>
  </w:style>
  <w:style w:type="paragraph" w:customStyle="1" w:styleId="SeiteXvonY">
    <w:name w:val="Seite X von Y"/>
    <w:rPr>
      <w:lang w:val="de-DE" w:eastAsia="en-US"/>
    </w:rPr>
  </w:style>
  <w:style w:type="paragraph" w:customStyle="1" w:styleId="Text">
    <w:name w:val="Text"/>
    <w:rPr>
      <w:rFonts w:ascii="Arial" w:hAnsi="Arial"/>
      <w:snapToGrid w:val="0"/>
      <w:color w:val="000000"/>
      <w:sz w:val="22"/>
      <w:lang w:val="de-DE" w:eastAsia="de-DE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styleId="BalloonText">
    <w:name w:val="Balloon Text"/>
    <w:basedOn w:val="Normal"/>
    <w:link w:val="BalloonTextChar"/>
    <w:semiHidden/>
    <w:unhideWhenUsed/>
    <w:rsid w:val="00246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rsid w:val="00246DC3"/>
    <w:rPr>
      <w:rFonts w:ascii="Segoe UI" w:hAnsi="Segoe UI" w:cs="Segoe UI"/>
      <w:sz w:val="18"/>
      <w:szCs w:val="18"/>
      <w:lang w:eastAsia="en-US"/>
    </w:rPr>
  </w:style>
  <w:style w:type="character" w:styleId="Hyperlink">
    <w:name w:val="Hyperlink"/>
    <w:unhideWhenUsed/>
    <w:rsid w:val="00C02A55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D7F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42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hyperlink" Target="mailto:estonia@leonhard-weiss.com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.Veskimae\Downloads\LW%20EE_LEONHARD%20WEISS%20O&#220;%20kirjaplank%20(estnisch)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kumendi_x0020_keel xmlns="4f026000-3a57-41c4-b1cb-e473d7b85499">
      <Value>EST</Value>
    </Dokumendi_x0020_keel>
    <DocumentDate xmlns="9f33a026-196e-4040-82fc-7605590498b1" xsi:nil="true"/>
    <Archive_x0028_LW_x0029_ xmlns="9f33a026-196e-4040-82fc-7605590498b1">Nein</Archive_x0028_LW_x0029_>
    <TaxKeywordTaxHTField xmlns="8440be5f-1ab2-4225-b56f-601b71686149">
      <Terms xmlns="http://schemas.microsoft.com/office/infopath/2007/PartnerControls"/>
    </TaxKeywordTaxHTField>
    <E_x002f_A_x002f_I xmlns="9f33a026-196e-4040-82fc-7605590498b1">Eingang</E_x002f_A_x002f_I>
    <dd1e748b774f4615b630d4c25eb0413a xmlns="9f33a026-196e-4040-82fc-7605590498b1">
      <Terms xmlns="http://schemas.microsoft.com/office/infopath/2007/PartnerControls"/>
    </dd1e748b774f4615b630d4c25eb0413a>
    <bb125e8ef33d4c6cae92c35d73006d02 xmlns="9f33a026-196e-4040-82fc-7605590498b1">
      <Terms xmlns="http://schemas.microsoft.com/office/infopath/2007/PartnerControls"/>
    </bb125e8ef33d4c6cae92c35d73006d02>
    <a4bf3fc31567428d89cabba3b98150ac xmlns="9f33a026-196e-4040-82fc-7605590498b1">
      <Terms xmlns="http://schemas.microsoft.com/office/infopath/2007/PartnerControls">
        <TermInfo xmlns="http://schemas.microsoft.com/office/infopath/2007/PartnerControls">
          <TermName xmlns="http://schemas.microsoft.com/office/infopath/2007/PartnerControls">LEONHARD WEISS OÜ</TermName>
          <TermId xmlns="http://schemas.microsoft.com/office/infopath/2007/PartnerControls">50faf2d5-1914-42f9-88b0-3fa00ffd69d5</TermId>
        </TermInfo>
      </Terms>
    </a4bf3fc31567428d89cabba3b98150ac>
    <Fiscal_x0020_Year xmlns="9f33a026-196e-4040-82fc-7605590498b1" xsi:nil="true"/>
    <h988a210cfc74ac9a593c05b5fbff6d3 xmlns="9f33a026-196e-4040-82fc-7605590498b1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Tallinn, Estland</TermName>
          <TermId xmlns="http://schemas.microsoft.com/office/infopath/2007/PartnerControls">1985c569-5700-43fa-867c-080c5b1e8499</TermId>
        </TermInfo>
      </Terms>
    </h988a210cfc74ac9a593c05b5fbff6d3>
    <e2e90b25aacd40e5b3b1b01d055a53ff xmlns="9f33a026-196e-4040-82fc-7605590498b1">
      <Terms xmlns="http://schemas.microsoft.com/office/infopath/2007/PartnerControls"/>
    </e2e90b25aacd40e5b3b1b01d055a53ff>
    <TaxCatchAll xmlns="9f33a026-196e-4040-82fc-7605590498b1">
      <Value>9</Value>
      <Value>3</Value>
      <Value>2</Value>
      <Value>64</Value>
    </TaxCatchAll>
    <oc71270348394479b92e84f27543fe2c xmlns="9f33a026-196e-4040-82fc-7605590498b1">
      <Terms xmlns="http://schemas.microsoft.com/office/infopath/2007/PartnerControls">
        <TermInfo xmlns="http://schemas.microsoft.com/office/infopath/2007/PartnerControls">
          <TermName xmlns="http://schemas.microsoft.com/office/infopath/2007/PartnerControls">Migration</TermName>
          <TermId xmlns="http://schemas.microsoft.com/office/infopath/2007/PartnerControls">09309871-50f4-490c-a1c9-cea780dc6ad1</TermId>
        </TermInfo>
      </Terms>
    </oc71270348394479b92e84f27543fe2c>
    <Manager xmlns="9f33a026-196e-4040-82fc-7605590498b1">
      <UserInfo>
        <DisplayName>Kallaste, Anne-Katrin</DisplayName>
        <AccountId>23</AccountId>
        <AccountType/>
      </UserInfo>
    </Manager>
    <ICS_x0020_grupp xmlns="4f026000-3a57-41c4-b1cb-e473d7b85499" xsi:nil="true"/>
    <a2268ace309e46eb8aeb83280f992459 xmlns="9f33a026-196e-4040-82fc-7605590498b1">
      <Terms xmlns="http://schemas.microsoft.com/office/infopath/2007/PartnerControls">
        <TermInfo xmlns="http://schemas.microsoft.com/office/infopath/2007/PartnerControls">
          <TermName xmlns="http://schemas.microsoft.com/office/infopath/2007/PartnerControls">Vorm</TermName>
          <TermId xmlns="http://schemas.microsoft.com/office/infopath/2007/PartnerControls">88bcc7ef-7581-43cd-8d7d-df39f9dd45db</TermId>
        </TermInfo>
      </Terms>
    </a2268ace309e46eb8aeb83280f992459>
    <DocumentNumber xmlns="9f33a026-196e-4040-82fc-7605590498b1">V68</DocumentNumber>
    <Contact xmlns="9f33a026-196e-4040-82fc-7605590498b1">
      <UserInfo>
        <DisplayName>Šnitko, Ilja</DisplayName>
        <AccountId>15</AccountId>
        <AccountType/>
      </UserInfo>
    </Contact>
    <Status_x0028_Document_x0029_ xmlns="9f33a026-196e-4040-82fc-7605590498b1">Valid</Status_x0028_Document_x0029_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LWIntDocuments" ma:contentTypeID="0x0101000207AF6E5D63174CACE6EAC3C646AEC30064408C656DEC4C488C9B8064D5559E2E" ma:contentTypeVersion="140" ma:contentTypeDescription="Standard ContentType for International Business Units" ma:contentTypeScope="" ma:versionID="eacb4bb5a8a9cd22a66f4e492cf9652f">
  <xsd:schema xmlns:xsd="http://www.w3.org/2001/XMLSchema" xmlns:xs="http://www.w3.org/2001/XMLSchema" xmlns:p="http://schemas.microsoft.com/office/2006/metadata/properties" xmlns:ns2="9f33a026-196e-4040-82fc-7605590498b1" xmlns:ns3="8440be5f-1ab2-4225-b56f-601b71686149" xmlns:ns4="4f026000-3a57-41c4-b1cb-e473d7b85499" targetNamespace="http://schemas.microsoft.com/office/2006/metadata/properties" ma:root="true" ma:fieldsID="4e9727a40236d3c5cb66de9bf3bdaa2c" ns2:_="" ns3:_="" ns4:_="">
    <xsd:import namespace="9f33a026-196e-4040-82fc-7605590498b1"/>
    <xsd:import namespace="8440be5f-1ab2-4225-b56f-601b71686149"/>
    <xsd:import namespace="4f026000-3a57-41c4-b1cb-e473d7b85499"/>
    <xsd:element name="properties">
      <xsd:complexType>
        <xsd:sequence>
          <xsd:element name="documentManagement">
            <xsd:complexType>
              <xsd:all>
                <xsd:element ref="ns2:E_x002f_A_x002f_I" minOccurs="0"/>
                <xsd:element ref="ns2:DocumentDate" minOccurs="0"/>
                <xsd:element ref="ns2:Fiscal_x0020_Year" minOccurs="0"/>
                <xsd:element ref="ns2:Status_x0028_Document_x0029_" minOccurs="0"/>
                <xsd:element ref="ns2:Contact" minOccurs="0"/>
                <xsd:element ref="ns2:Manager" minOccurs="0"/>
                <xsd:element ref="ns2:h988a210cfc74ac9a593c05b5fbff6d3" minOccurs="0"/>
                <xsd:element ref="ns2:e2e90b25aacd40e5b3b1b01d055a53ff" minOccurs="0"/>
                <xsd:element ref="ns2:TaxCatchAll" minOccurs="0"/>
                <xsd:element ref="ns2:Archive_x0028_LW_x0029_" minOccurs="0"/>
                <xsd:element ref="ns2:dd1e748b774f4615b630d4c25eb0413a" minOccurs="0"/>
                <xsd:element ref="ns2:bb125e8ef33d4c6cae92c35d73006d02" minOccurs="0"/>
                <xsd:element ref="ns2:TaxCatchAllLabel" minOccurs="0"/>
                <xsd:element ref="ns2:oc71270348394479b92e84f27543fe2c" minOccurs="0"/>
                <xsd:element ref="ns2:a4bf3fc31567428d89cabba3b98150ac" minOccurs="0"/>
                <xsd:element ref="ns2:a2268ace309e46eb8aeb83280f992459" minOccurs="0"/>
                <xsd:element ref="ns2:DocumentNumber" minOccurs="0"/>
                <xsd:element ref="ns3:TaxKeywordTaxHTField" minOccurs="0"/>
                <xsd:element ref="ns3:SharedWithUsers" minOccurs="0"/>
                <xsd:element ref="ns3:SharedWithDetails" minOccurs="0"/>
                <xsd:element ref="ns4:ICS_x0020_grupp" minOccurs="0"/>
                <xsd:element ref="ns4:MediaServiceObjectDetectorVersions" minOccurs="0"/>
                <xsd:element ref="ns4:Dokumendi_x0020_keel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33a026-196e-4040-82fc-7605590498b1" elementFormDefault="qualified">
    <xsd:import namespace="http://schemas.microsoft.com/office/2006/documentManagement/types"/>
    <xsd:import namespace="http://schemas.microsoft.com/office/infopath/2007/PartnerControls"/>
    <xsd:element name="E_x002f_A_x002f_I" ma:index="8" nillable="true" ma:displayName="E/A/I" ma:default="Eingang" ma:format="RadioButtons" ma:hidden="true" ma:internalName="E_x002F_A_x002F_I" ma:readOnly="false">
      <xsd:simpleType>
        <xsd:restriction base="dms:Choice">
          <xsd:enumeration value="Eingang"/>
          <xsd:enumeration value="Ausgang"/>
          <xsd:enumeration value="Intern"/>
        </xsd:restriction>
      </xsd:simpleType>
    </xsd:element>
    <xsd:element name="DocumentDate" ma:index="10" nillable="true" ma:displayName="DocumentDate" ma:format="DateOnly" ma:hidden="true" ma:internalName="DocumentDate" ma:readOnly="false">
      <xsd:simpleType>
        <xsd:restriction base="dms:DateTime"/>
      </xsd:simpleType>
    </xsd:element>
    <xsd:element name="Fiscal_x0020_Year" ma:index="11" nillable="true" ma:displayName="Fiscal Year" ma:description="Geschäftsjahr" ma:hidden="true" ma:internalName="Fiscal_x0020_Year" ma:readOnly="false">
      <xsd:simpleType>
        <xsd:restriction base="dms:Text">
          <xsd:maxLength value="4"/>
        </xsd:restriction>
      </xsd:simpleType>
    </xsd:element>
    <xsd:element name="Status_x0028_Document_x0029_" ma:index="12" nillable="true" ma:displayName="Status(Document)" ma:default="inProcess" ma:format="Dropdown" ma:internalName="Status_x0028_Document_x0029_">
      <xsd:simpleType>
        <xsd:restriction base="dms:Choice">
          <xsd:enumeration value="Invalid"/>
          <xsd:enumeration value="Valid"/>
          <xsd:enumeration value="inProcess"/>
          <xsd:enumeration value="inVerification"/>
          <xsd:enumeration value="Approval"/>
          <xsd:enumeration value="Archive"/>
        </xsd:restriction>
      </xsd:simpleType>
    </xsd:element>
    <xsd:element name="Contact" ma:index="13" nillable="true" ma:displayName="Contact" ma:hidden="true" ma:list="UserInfo" ma:SharePointGroup="0" ma:internalName="Contact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nager" ma:index="14" nillable="true" ma:displayName="Manager" ma:list="UserInfo" ma:SharePointGroup="0" ma:internalName="Manage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988a210cfc74ac9a593c05b5fbff6d3" ma:index="16" nillable="true" ma:taxonomy="true" ma:internalName="h988a210cfc74ac9a593c05b5fbff6d3" ma:taxonomyFieldName="Location1" ma:displayName="Location" ma:indexed="true" ma:default="" ma:fieldId="{1988a210-cfc7-4ac9-a593-c05b5fbff6d3}" ma:sspId="b7c6264b-debb-490a-a36f-ea9c55e80165" ma:termSetId="98122b36-4968-4743-8eb1-01f9e51656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2e90b25aacd40e5b3b1b01d055a53ff" ma:index="17" nillable="true" ma:taxonomy="true" ma:internalName="e2e90b25aacd40e5b3b1b01d055a53ff" ma:taxonomyFieldName="DocumentType" ma:displayName="DocumentType" ma:readOnly="false" ma:default="" ma:fieldId="{e2e90b25-aacd-40e5-b3b1-b01d055a53ff}" ma:sspId="b7c6264b-debb-490a-a36f-ea9c55e80165" ma:termSetId="5014b625-0265-49c6-94c6-036203feda9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0" nillable="true" ma:displayName="Taxonomy Catch All Column" ma:hidden="true" ma:list="{f78aca42-fbc6-42d2-9824-6e61934b5f68}" ma:internalName="TaxCatchAll" ma:showField="CatchAllData" ma:web="8440be5f-1ab2-4225-b56f-601b716861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rchive_x0028_LW_x0029_" ma:index="21" nillable="true" ma:displayName="Archive(LW)" ma:default="Nein" ma:description="Moved to Global Documents Archive" ma:format="Dropdown" ma:hidden="true" ma:internalName="Archive_x0028_LW_x0029_" ma:readOnly="false">
      <xsd:simpleType>
        <xsd:restriction base="dms:Choice">
          <xsd:enumeration value="Ja"/>
          <xsd:enumeration value="Nein"/>
        </xsd:restriction>
      </xsd:simpleType>
    </xsd:element>
    <xsd:element name="dd1e748b774f4615b630d4c25eb0413a" ma:index="23" nillable="true" ma:taxonomy="true" ma:internalName="dd1e748b774f4615b630d4c25eb0413a" ma:taxonomyFieldName="LW_x002d_EE_x002d_Department" ma:displayName="LW-EE-Department" ma:readOnly="false" ma:default="" ma:fieldId="{dd1e748b-774f-4615-b630-d4c25eb0413a}" ma:sspId="b7c6264b-debb-490a-a36f-ea9c55e80165" ma:termSetId="fa728a51-a8d9-4e8e-bbca-9ca564a71a09" ma:anchorId="f385150b-5eae-41f3-a194-707aeac4e4c8" ma:open="false" ma:isKeyword="false">
      <xsd:complexType>
        <xsd:sequence>
          <xsd:element ref="pc:Terms" minOccurs="0" maxOccurs="1"/>
        </xsd:sequence>
      </xsd:complexType>
    </xsd:element>
    <xsd:element name="bb125e8ef33d4c6cae92c35d73006d02" ma:index="25" nillable="true" ma:taxonomy="true" ma:internalName="bb125e8ef33d4c6cae92c35d73006d02" ma:taxonomyFieldName="LW_x002d_EE_x002d_Services" ma:displayName="LW-EE-Services" ma:readOnly="false" ma:default="" ma:fieldId="{bb125e8e-f33d-4c6c-ae92-c35d73006d02}" ma:sspId="b7c6264b-debb-490a-a36f-ea9c55e80165" ma:termSetId="fa728a51-a8d9-4e8e-bbca-9ca564a71a09" ma:anchorId="f65568b5-6351-4f83-b358-479f0d6dc528" ma:open="false" ma:isKeyword="false">
      <xsd:complexType>
        <xsd:sequence>
          <xsd:element ref="pc:Terms" minOccurs="0" maxOccurs="1"/>
        </xsd:sequence>
      </xsd:complexType>
    </xsd:element>
    <xsd:element name="TaxCatchAllLabel" ma:index="26" nillable="true" ma:displayName="Taxonomy Catch All Column1" ma:hidden="true" ma:list="{f78aca42-fbc6-42d2-9824-6e61934b5f68}" ma:internalName="TaxCatchAllLabel" ma:readOnly="true" ma:showField="CatchAllDataLabel" ma:web="8440be5f-1ab2-4225-b56f-601b716861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c71270348394479b92e84f27543fe2c" ma:index="27" nillable="true" ma:taxonomy="true" ma:internalName="oc71270348394479b92e84f27543fe2c" ma:taxonomyFieldName="Process" ma:displayName="Process" ma:indexed="true" ma:default="" ma:fieldId="{8c712703-4839-4479-b92e-84f27543fe2c}" ma:sspId="b7c6264b-debb-490a-a36f-ea9c55e80165" ma:termSetId="3850f83c-1df3-4280-af35-2dd8de861d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4bf3fc31567428d89cabba3b98150ac" ma:index="28" nillable="true" ma:taxonomy="true" ma:internalName="a4bf3fc31567428d89cabba3b98150ac" ma:taxonomyFieldName="BusinessArea" ma:displayName="BusinessArea" ma:default="" ma:fieldId="{a4bf3fc3-1567-428d-89ca-bba3b98150ac}" ma:sspId="b7c6264b-debb-490a-a36f-ea9c55e80165" ma:termSetId="d975e203-ff0e-4531-b5af-71ef2b11cdf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2268ace309e46eb8aeb83280f992459" ma:index="29" nillable="true" ma:taxonomy="true" ma:internalName="a2268ace309e46eb8aeb83280f992459" ma:taxonomyFieldName="DocumentType_x002d_MSM" ma:displayName="DocumentType-MSM" ma:default="" ma:fieldId="{a2268ace-309e-46eb-8aeb-83280f992459}" ma:sspId="b7c6264b-debb-490a-a36f-ea9c55e80165" ma:termSetId="7ef45180-a14c-49fe-8cac-b3a77e26cf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Number" ma:index="31" nillable="true" ma:displayName="DocumentNumber" ma:internalName="DocumentNumbe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40be5f-1ab2-4225-b56f-601b7168614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32" nillable="true" ma:taxonomy="true" ma:internalName="TaxKeywordTaxHTField" ma:taxonomyFieldName="TaxKeyword" ma:displayName="Enterprise Keywords" ma:fieldId="{23f27201-bee3-471e-b2e7-b64fd8b7ca38}" ma:taxonomyMulti="true" ma:sspId="b7c6264b-debb-490a-a36f-ea9c55e8016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26000-3a57-41c4-b1cb-e473d7b85499" elementFormDefault="qualified">
    <xsd:import namespace="http://schemas.microsoft.com/office/2006/documentManagement/types"/>
    <xsd:import namespace="http://schemas.microsoft.com/office/infopath/2007/PartnerControls"/>
    <xsd:element name="ICS_x0020_grupp" ma:index="36" nillable="true" ma:displayName="ICS grupp" ma:format="Dropdown" ma:internalName="ICS_x0020_grupp">
      <xsd:simpleType>
        <xsd:restriction base="dms:Text">
          <xsd:maxLength value="255"/>
        </xsd:restriction>
      </xsd:simpleType>
    </xsd:element>
    <xsd:element name="MediaServiceObjectDetectorVersions" ma:index="3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okumendi_x0020_keel" ma:index="38" nillable="true" ma:displayName="Dokumendi keel" ma:default="EST" ma:format="Dropdown" ma:internalName="Dokumendi_x0020_keel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ST"/>
                    <xsd:enumeration value="ENG"/>
                    <xsd:enumeration value="RUS"/>
                    <xsd:enumeration value="LV"/>
                    <xsd:enumeration value="LT"/>
                    <xsd:enumeration value="DE"/>
                  </xsd:restriction>
                </xsd:simpleType>
              </xsd:element>
            </xsd:sequence>
          </xsd:extension>
        </xsd:complexContent>
      </xsd:complexType>
    </xsd:element>
    <xsd:element name="MediaServiceSearchProperties" ma:index="3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4" ma:displayName="Content 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b7c6264b-debb-490a-a36f-ea9c55e80165" ContentTypeId="0x0101000207AF6E5D63174CACE6EAC3C646AEC3" PreviousValue="false"/>
</file>

<file path=customXml/itemProps1.xml><?xml version="1.0" encoding="utf-8"?>
<ds:datastoreItem xmlns:ds="http://schemas.openxmlformats.org/officeDocument/2006/customXml" ds:itemID="{11B04D0A-55A0-4B09-8962-E5AD2061E5A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5BEEDA-E4D7-4576-9290-C41A893D1C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DE523D-DAF7-41D8-8423-2E2CE15DA52B}">
  <ds:schemaRefs>
    <ds:schemaRef ds:uri="http://schemas.microsoft.com/office/2006/metadata/properties"/>
    <ds:schemaRef ds:uri="http://schemas.microsoft.com/office/infopath/2007/PartnerControls"/>
    <ds:schemaRef ds:uri="4f026000-3a57-41c4-b1cb-e473d7b85499"/>
    <ds:schemaRef ds:uri="9f33a026-196e-4040-82fc-7605590498b1"/>
    <ds:schemaRef ds:uri="8440be5f-1ab2-4225-b56f-601b71686149"/>
  </ds:schemaRefs>
</ds:datastoreItem>
</file>

<file path=customXml/itemProps4.xml><?xml version="1.0" encoding="utf-8"?>
<ds:datastoreItem xmlns:ds="http://schemas.openxmlformats.org/officeDocument/2006/customXml" ds:itemID="{90C1E8A3-D930-4F4B-AE17-04459FF863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33a026-196e-4040-82fc-7605590498b1"/>
    <ds:schemaRef ds:uri="8440be5f-1ab2-4225-b56f-601b71686149"/>
    <ds:schemaRef ds:uri="4f026000-3a57-41c4-b1cb-e473d7b854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F4EC40A-7755-406C-97D4-068EF8C98D1C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LW EE_LEONHARD WEISS OÜ kirjaplank (estnisch) (1).dotx</Template>
  <TotalTime>0</TotalTime>
  <Pages>1</Pages>
  <Words>68</Words>
  <Characters>648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V68 LEONHARD WEISS OÜ kirja vorm eesti keeles</vt:lpstr>
      <vt:lpstr>Brief</vt:lpstr>
    </vt:vector>
  </TitlesOfParts>
  <Company>LEONHARD WEISS GmbH &amp; Co.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V68 LEONHARD WEISS OÜ kirja vorm eesti keeles</dc:title>
  <dc:subject/>
  <dc:creator>Veskimäe, Livia</dc:creator>
  <cp:keywords/>
  <cp:lastModifiedBy>Kallaste, Anne-Katrin</cp:lastModifiedBy>
  <cp:revision>6</cp:revision>
  <cp:lastPrinted>2025-03-13T08:34:00Z</cp:lastPrinted>
  <dcterms:created xsi:type="dcterms:W3CDTF">2025-12-16T08:25:00Z</dcterms:created>
  <dcterms:modified xsi:type="dcterms:W3CDTF">2025-12-16T08:29:00Z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0x0101000207AF6E5D63174CACE6EAC3C646AEC30064408C656DEC4C488C9B8064D5559E2E</vt:lpwstr>
  </property>
  <property fmtid="{D5CDD505-2E9C-101B-9397-08002B2CF9AE}" pid="3" name="LW-EE-Services">
    <vt:lpwstr/>
  </property>
  <property fmtid="{D5CDD505-2E9C-101B-9397-08002B2CF9AE}" pid="4" name="LW_x002d_EE_x002d_Services">
    <vt:lpwstr/>
  </property>
  <property fmtid="{D5CDD505-2E9C-101B-9397-08002B2CF9AE}" pid="5" name="TaxKeyword">
    <vt:lpwstr/>
  </property>
  <property fmtid="{D5CDD505-2E9C-101B-9397-08002B2CF9AE}" pid="6" name="Order">
    <vt:r8>146100</vt:r8>
  </property>
  <property fmtid="{D5CDD505-2E9C-101B-9397-08002B2CF9AE}" pid="7" name="DocumentType-MSM">
    <vt:lpwstr>9;#Vorm|88bcc7ef-7581-43cd-8d7d-df39f9dd45db</vt:lpwstr>
  </property>
  <property fmtid="{D5CDD505-2E9C-101B-9397-08002B2CF9AE}" pid="8" name="LW_x002d_EE_x002d_Department">
    <vt:lpwstr/>
  </property>
  <property fmtid="{D5CDD505-2E9C-101B-9397-08002B2CF9AE}" pid="9" name="DepartmentsLWEnergy">
    <vt:lpwstr/>
  </property>
  <property fmtid="{D5CDD505-2E9C-101B-9397-08002B2CF9AE}" pid="10" name="Process">
    <vt:lpwstr>2</vt:lpwstr>
  </property>
  <property fmtid="{D5CDD505-2E9C-101B-9397-08002B2CF9AE}" pid="11" name="_docset_NoMedatataSyncRequired">
    <vt:lpwstr>False</vt:lpwstr>
  </property>
  <property fmtid="{D5CDD505-2E9C-101B-9397-08002B2CF9AE}" pid="12" name="BusinessArea">
    <vt:lpwstr>3</vt:lpwstr>
  </property>
  <property fmtid="{D5CDD505-2E9C-101B-9397-08002B2CF9AE}" pid="13" name="Location1">
    <vt:lpwstr>1</vt:lpwstr>
  </property>
  <property fmtid="{D5CDD505-2E9C-101B-9397-08002B2CF9AE}" pid="14" name="DocumentType_x002d_MSM">
    <vt:lpwstr>9;#Vorm|88bcc7ef-7581-43cd-8d7d-df39f9dd45db</vt:lpwstr>
  </property>
  <property fmtid="{D5CDD505-2E9C-101B-9397-08002B2CF9AE}" pid="15" name="pd9f260658b4429286b80cbb11a7573d">
    <vt:lpwstr/>
  </property>
  <property fmtid="{D5CDD505-2E9C-101B-9397-08002B2CF9AE}" pid="16" name="LW-EE-Department">
    <vt:lpwstr/>
  </property>
  <property fmtid="{D5CDD505-2E9C-101B-9397-08002B2CF9AE}" pid="17" name="DocumentType">
    <vt:lpwstr/>
  </property>
</Properties>
</file>